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8BC2E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6967E861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524ACFDE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1B155071" w14:textId="5CA4FCC1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4A3BE1">
        <w:rPr>
          <w:spacing w:val="0"/>
          <w:position w:val="0"/>
          <w:sz w:val="20"/>
        </w:rPr>
        <w:t>Samm Mets OÜ</w:t>
      </w:r>
      <w:r w:rsidR="00A77F29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BBBBBE5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C24068D" w14:textId="6768A944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A77F29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4A3BE1">
        <w:rPr>
          <w:spacing w:val="0"/>
          <w:position w:val="0"/>
          <w:sz w:val="20"/>
        </w:rPr>
        <w:t>209</w:t>
      </w:r>
      <w:r w:rsidRPr="00330C91">
        <w:rPr>
          <w:spacing w:val="0"/>
          <w:position w:val="0"/>
          <w:sz w:val="20"/>
        </w:rPr>
        <w:t xml:space="preserve"> juurde</w:t>
      </w:r>
    </w:p>
    <w:p w14:paraId="5D1C1834" w14:textId="77777777" w:rsidR="005253F3" w:rsidRPr="00330C91" w:rsidRDefault="005253F3" w:rsidP="00A111CB">
      <w:pPr>
        <w:jc w:val="center"/>
      </w:pPr>
    </w:p>
    <w:p w14:paraId="19D95996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24E890A" w14:textId="77777777" w:rsidR="005253F3" w:rsidRPr="00330C91" w:rsidRDefault="005253F3" w:rsidP="00D2770C">
      <w:pPr>
        <w:jc w:val="center"/>
        <w:rPr>
          <w:sz w:val="18"/>
        </w:rPr>
      </w:pPr>
    </w:p>
    <w:p w14:paraId="59EC0B4A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4F79FABC" w14:textId="77777777" w:rsidR="005253F3" w:rsidRPr="00330C91" w:rsidRDefault="005253F3" w:rsidP="005655A4">
      <w:pPr>
        <w:rPr>
          <w:sz w:val="18"/>
          <w:szCs w:val="18"/>
        </w:rPr>
      </w:pPr>
    </w:p>
    <w:p w14:paraId="1594EADF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D03280F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2CA567C" w14:textId="187659B4" w:rsidR="000D266B" w:rsidRDefault="005253F3" w:rsidP="005655A4">
      <w:pPr>
        <w:rPr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D66708">
        <w:rPr>
          <w:sz w:val="20"/>
        </w:rPr>
        <w:t>07</w:t>
      </w:r>
      <w:r w:rsidR="002431FC">
        <w:rPr>
          <w:sz w:val="20"/>
        </w:rPr>
        <w:t>.</w:t>
      </w:r>
      <w:r w:rsidR="00D66708">
        <w:rPr>
          <w:sz w:val="20"/>
        </w:rPr>
        <w:t>10</w:t>
      </w:r>
      <w:r w:rsidR="00A17551">
        <w:rPr>
          <w:sz w:val="20"/>
        </w:rPr>
        <w:t>.202</w:t>
      </w:r>
      <w:r w:rsidR="00D66708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 w:rsidR="001C3CA4">
        <w:rPr>
          <w:sz w:val="20"/>
        </w:rPr>
        <w:t>nnistamise protokolli nr 3-3.4/</w:t>
      </w:r>
      <w:r w:rsidR="00A34E2A">
        <w:rPr>
          <w:sz w:val="20"/>
        </w:rPr>
        <w:t>15</w:t>
      </w:r>
    </w:p>
    <w:p w14:paraId="4D248005" w14:textId="283E567E" w:rsidR="005253F3" w:rsidRPr="00330C91" w:rsidRDefault="005253F3" w:rsidP="005655A4">
      <w:pPr>
        <w:rPr>
          <w:bCs/>
          <w:sz w:val="20"/>
        </w:rPr>
      </w:pP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E03560">
        <w:rPr>
          <w:bCs/>
          <w:sz w:val="20"/>
        </w:rPr>
        <w:t>oktoober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A77F29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A44E13">
        <w:rPr>
          <w:bCs/>
          <w:sz w:val="20"/>
        </w:rPr>
        <w:t>detsember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A77F29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7"/>
        <w:gridCol w:w="1303"/>
        <w:gridCol w:w="1868"/>
        <w:gridCol w:w="1725"/>
        <w:gridCol w:w="1862"/>
        <w:gridCol w:w="1576"/>
      </w:tblGrid>
      <w:tr w:rsidR="00591057" w:rsidRPr="00330C91" w14:paraId="21C615BB" w14:textId="77777777" w:rsidTr="00591057">
        <w:trPr>
          <w:trHeight w:val="255"/>
        </w:trPr>
        <w:tc>
          <w:tcPr>
            <w:tcW w:w="820" w:type="pct"/>
            <w:noWrap/>
          </w:tcPr>
          <w:p w14:paraId="0C501EFB" w14:textId="77777777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681" w:type="pct"/>
            <w:noWrap/>
          </w:tcPr>
          <w:p w14:paraId="78C12A85" w14:textId="77777777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66" w:type="pct"/>
          </w:tcPr>
          <w:p w14:paraId="25891805" w14:textId="77777777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94" w:type="pct"/>
          </w:tcPr>
          <w:p w14:paraId="176B3A48" w14:textId="451E3B69" w:rsidR="00591057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Oktoober</w:t>
            </w:r>
          </w:p>
        </w:tc>
        <w:tc>
          <w:tcPr>
            <w:tcW w:w="820" w:type="pct"/>
          </w:tcPr>
          <w:p w14:paraId="3A17080A" w14:textId="1CD7373F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820" w:type="pct"/>
            <w:noWrap/>
          </w:tcPr>
          <w:p w14:paraId="4B87549E" w14:textId="1CA9D32C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591057" w:rsidRPr="00330C91" w14:paraId="5D10DC04" w14:textId="77777777" w:rsidTr="00591057">
        <w:trPr>
          <w:trHeight w:val="255"/>
        </w:trPr>
        <w:tc>
          <w:tcPr>
            <w:tcW w:w="820" w:type="pct"/>
            <w:noWrap/>
            <w:vAlign w:val="center"/>
          </w:tcPr>
          <w:p w14:paraId="473C62BA" w14:textId="6A65156B" w:rsidR="00591057" w:rsidRDefault="00591057" w:rsidP="00136D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Kuusepaberipuit</w:t>
            </w:r>
          </w:p>
          <w:p w14:paraId="72A45175" w14:textId="77777777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681" w:type="pct"/>
            <w:noWrap/>
            <w:vAlign w:val="center"/>
          </w:tcPr>
          <w:p w14:paraId="24D5F82E" w14:textId="4995BFEC" w:rsidR="00591057" w:rsidRPr="00330C91" w:rsidRDefault="0059105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966" w:type="pct"/>
            <w:vAlign w:val="center"/>
          </w:tcPr>
          <w:p w14:paraId="3F9ECE29" w14:textId="77777777" w:rsidR="00591057" w:rsidRPr="00330C91" w:rsidRDefault="00591057" w:rsidP="00136DE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94" w:type="pct"/>
            <w:vAlign w:val="center"/>
          </w:tcPr>
          <w:p w14:paraId="4A57BF61" w14:textId="2EEF0AC6" w:rsidR="00591057" w:rsidRDefault="00591057" w:rsidP="00136DE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1500</w:t>
            </w:r>
          </w:p>
        </w:tc>
        <w:tc>
          <w:tcPr>
            <w:tcW w:w="820" w:type="pct"/>
          </w:tcPr>
          <w:p w14:paraId="5750054E" w14:textId="77777777" w:rsidR="00591057" w:rsidRDefault="00591057" w:rsidP="00136D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20" w:type="pct"/>
            <w:noWrap/>
            <w:vAlign w:val="center"/>
          </w:tcPr>
          <w:p w14:paraId="6315F97B" w14:textId="7B28624C" w:rsidR="00591057" w:rsidRPr="00330C91" w:rsidRDefault="00591057" w:rsidP="00136D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1500</w:t>
            </w:r>
          </w:p>
        </w:tc>
      </w:tr>
    </w:tbl>
    <w:p w14:paraId="6AD57AB7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1AD1A296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775721B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64B65A47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2B23121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913A8F0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1244D2E3" w14:textId="77777777" w:rsidR="005253F3" w:rsidRPr="00330C91" w:rsidRDefault="005253F3" w:rsidP="00EB57EF">
      <w:pPr>
        <w:rPr>
          <w:b/>
          <w:sz w:val="20"/>
        </w:rPr>
      </w:pPr>
    </w:p>
    <w:p w14:paraId="755AFDD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EC83356" w14:textId="77777777" w:rsidR="005253F3" w:rsidRPr="00330C91" w:rsidRDefault="005253F3" w:rsidP="00EB57EF">
      <w:pPr>
        <w:rPr>
          <w:b/>
          <w:sz w:val="20"/>
        </w:rPr>
      </w:pPr>
    </w:p>
    <w:p w14:paraId="21664030" w14:textId="77777777" w:rsidR="005253F3" w:rsidRPr="00330C91" w:rsidRDefault="005253F3" w:rsidP="00EB57EF">
      <w:pPr>
        <w:rPr>
          <w:i/>
          <w:sz w:val="20"/>
        </w:rPr>
      </w:pPr>
    </w:p>
    <w:p w14:paraId="6AB93206" w14:textId="77777777" w:rsidR="007207F8" w:rsidRPr="00330C91" w:rsidRDefault="007207F8" w:rsidP="007207F8">
      <w:pPr>
        <w:rPr>
          <w:sz w:val="20"/>
        </w:rPr>
      </w:pPr>
    </w:p>
    <w:p w14:paraId="5DC1000C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502BAD77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6AA97A8" w14:textId="77777777" w:rsidR="005253F3" w:rsidRPr="00330C91" w:rsidRDefault="005253F3" w:rsidP="00D83439">
      <w:pPr>
        <w:rPr>
          <w:b/>
          <w:sz w:val="20"/>
        </w:rPr>
      </w:pPr>
    </w:p>
    <w:p w14:paraId="4988D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42582126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Samm Mets OÜ </w:t>
      </w:r>
      <w:r w:rsidRPr="00330C91">
        <w:rPr>
          <w:spacing w:val="0"/>
          <w:position w:val="0"/>
          <w:sz w:val="20"/>
        </w:rPr>
        <w:t>vahelise</w:t>
      </w:r>
    </w:p>
    <w:p w14:paraId="49FC76CF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566D264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2025/209</w:t>
      </w:r>
      <w:r w:rsidRPr="00330C91">
        <w:rPr>
          <w:spacing w:val="0"/>
          <w:position w:val="0"/>
          <w:sz w:val="20"/>
        </w:rPr>
        <w:t xml:space="preserve"> juurde</w:t>
      </w:r>
    </w:p>
    <w:p w14:paraId="167B8236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1B3F1248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5DAD24A1" w14:textId="77777777" w:rsidR="005253F3" w:rsidRPr="00330C91" w:rsidRDefault="005253F3" w:rsidP="00244AC9">
      <w:pPr>
        <w:rPr>
          <w:sz w:val="20"/>
        </w:rPr>
      </w:pPr>
    </w:p>
    <w:p w14:paraId="56631179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31A238C2" w14:textId="77777777" w:rsidR="005253F3" w:rsidRPr="00330C91" w:rsidRDefault="005253F3" w:rsidP="00B30713">
      <w:pPr>
        <w:rPr>
          <w:sz w:val="18"/>
          <w:szCs w:val="18"/>
        </w:rPr>
      </w:pPr>
    </w:p>
    <w:p w14:paraId="3768303C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30F4BC2" w14:textId="77777777" w:rsidR="005253F3" w:rsidRPr="00330C91" w:rsidRDefault="005253F3" w:rsidP="005655A4">
      <w:pPr>
        <w:rPr>
          <w:b/>
          <w:sz w:val="18"/>
        </w:rPr>
      </w:pPr>
    </w:p>
    <w:p w14:paraId="6CDA22C5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0774E2D8" w14:textId="0E84B345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="001B6AE5">
        <w:rPr>
          <w:bCs/>
          <w:sz w:val="20"/>
        </w:rPr>
        <w:t>virnmaterjalide</w:t>
      </w:r>
      <w:r w:rsidRPr="00FE307F">
        <w:rPr>
          <w:bCs/>
          <w:sz w:val="20"/>
        </w:rPr>
        <w:t xml:space="preserve">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2A2F34F0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3E020294" w14:textId="77777777" w:rsidTr="001B6AE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510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AC2" w14:textId="5DB24206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FB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617E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FE307F" w:rsidRPr="00330C91" w14:paraId="11F55487" w14:textId="77777777" w:rsidTr="001B6AE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BF81" w14:textId="44D16ACE" w:rsidR="00FE307F" w:rsidRPr="00330C91" w:rsidRDefault="000E52DD" w:rsidP="00F42F6E">
            <w:pPr>
              <w:rPr>
                <w:bCs/>
                <w:sz w:val="20"/>
              </w:rPr>
            </w:pPr>
            <w:r>
              <w:rPr>
                <w:sz w:val="20"/>
              </w:rPr>
              <w:t>Kuusepaberipuit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C9A" w14:textId="7AA00137" w:rsidR="00FE307F" w:rsidRPr="00330C91" w:rsidRDefault="001B6AE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5+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15B2" w14:textId="6C62834A" w:rsidR="00FE307F" w:rsidRPr="00330C91" w:rsidRDefault="001B6AE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  <w:r w:rsidR="00FE307F">
              <w:rPr>
                <w:bCs/>
                <w:sz w:val="20"/>
              </w:rPr>
              <w:t xml:space="preserve"> 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0B2" w14:textId="0720D6C0" w:rsidR="00FE307F" w:rsidRPr="00330C91" w:rsidRDefault="00FE307F" w:rsidP="00F42F6E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9B0FF7">
              <w:rPr>
                <w:bCs/>
                <w:sz w:val="20"/>
              </w:rPr>
              <w:t>2</w:t>
            </w:r>
          </w:p>
        </w:tc>
      </w:tr>
    </w:tbl>
    <w:p w14:paraId="0BB88ACD" w14:textId="77777777" w:rsidR="005253F3" w:rsidRPr="00330C91" w:rsidRDefault="005253F3" w:rsidP="005655A4">
      <w:pPr>
        <w:rPr>
          <w:b/>
          <w:bCs/>
          <w:sz w:val="20"/>
        </w:rPr>
      </w:pPr>
    </w:p>
    <w:p w14:paraId="41B18016" w14:textId="13E68C3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>RMK</w:t>
      </w:r>
      <w:r w:rsidR="001B6AE5">
        <w:rPr>
          <w:bCs/>
          <w:sz w:val="20"/>
        </w:rPr>
        <w:t xml:space="preserve"> virnmaterjalide </w:t>
      </w:r>
      <w:r w:rsidRPr="00FE307F">
        <w:rPr>
          <w:bCs/>
          <w:sz w:val="20"/>
        </w:rPr>
        <w:t>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518BACE0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7673E1E4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56ADE3D5" w14:textId="77777777" w:rsidR="005253F3" w:rsidRPr="00330C91" w:rsidRDefault="005253F3" w:rsidP="00EB57EF">
      <w:pPr>
        <w:rPr>
          <w:b/>
          <w:sz w:val="20"/>
        </w:rPr>
      </w:pPr>
    </w:p>
    <w:p w14:paraId="680A53E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F415925" w14:textId="77777777" w:rsidR="005253F3" w:rsidRPr="00330C91" w:rsidRDefault="005253F3" w:rsidP="00EB57EF">
      <w:pPr>
        <w:rPr>
          <w:sz w:val="20"/>
        </w:rPr>
      </w:pPr>
    </w:p>
    <w:p w14:paraId="3905E24B" w14:textId="77777777" w:rsidR="005253F3" w:rsidRPr="00330C91" w:rsidRDefault="005253F3" w:rsidP="00EB57EF">
      <w:pPr>
        <w:rPr>
          <w:i/>
          <w:sz w:val="20"/>
        </w:rPr>
      </w:pPr>
    </w:p>
    <w:p w14:paraId="31C728D8" w14:textId="77777777" w:rsidR="007207F8" w:rsidRPr="00330C91" w:rsidRDefault="007207F8" w:rsidP="007207F8">
      <w:pPr>
        <w:rPr>
          <w:sz w:val="20"/>
        </w:rPr>
      </w:pPr>
    </w:p>
    <w:p w14:paraId="4076B8E4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259FD52D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7FC1EAB9" w14:textId="77777777" w:rsidR="005253F3" w:rsidRPr="00330C91" w:rsidRDefault="005253F3" w:rsidP="00B30713">
      <w:pPr>
        <w:rPr>
          <w:b/>
          <w:sz w:val="20"/>
        </w:rPr>
      </w:pPr>
    </w:p>
    <w:p w14:paraId="4D56B112" w14:textId="77777777" w:rsidR="005253F3" w:rsidRPr="00330C91" w:rsidRDefault="005253F3" w:rsidP="00B30713">
      <w:pPr>
        <w:rPr>
          <w:b/>
          <w:sz w:val="20"/>
        </w:rPr>
      </w:pPr>
    </w:p>
    <w:p w14:paraId="11D3CEBE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3E3089AD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Samm Mets OÜ </w:t>
      </w:r>
      <w:r w:rsidRPr="00330C91">
        <w:rPr>
          <w:spacing w:val="0"/>
          <w:position w:val="0"/>
          <w:sz w:val="20"/>
        </w:rPr>
        <w:t>vahelise</w:t>
      </w:r>
    </w:p>
    <w:p w14:paraId="671E8CA9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A070EEE" w14:textId="77777777" w:rsidR="004974CB" w:rsidRPr="00330C91" w:rsidRDefault="004974CB" w:rsidP="004974C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2025/209</w:t>
      </w:r>
      <w:r w:rsidRPr="00330C91">
        <w:rPr>
          <w:spacing w:val="0"/>
          <w:position w:val="0"/>
          <w:sz w:val="20"/>
        </w:rPr>
        <w:t xml:space="preserve"> juurde</w:t>
      </w:r>
    </w:p>
    <w:p w14:paraId="3227577E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A54531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00047CCA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4734064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31E1DB24" w14:textId="77777777" w:rsidR="005253F3" w:rsidRPr="00330C91" w:rsidRDefault="005253F3" w:rsidP="00B30713">
      <w:pPr>
        <w:rPr>
          <w:sz w:val="18"/>
          <w:szCs w:val="18"/>
        </w:rPr>
      </w:pPr>
    </w:p>
    <w:p w14:paraId="40A0B365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700EEFD2" w14:textId="77777777" w:rsidR="005253F3" w:rsidRPr="00330C91" w:rsidRDefault="005253F3" w:rsidP="005655A4">
      <w:pPr>
        <w:rPr>
          <w:b/>
          <w:sz w:val="18"/>
        </w:rPr>
      </w:pPr>
    </w:p>
    <w:p w14:paraId="08134C18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675AF17C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6A09A5" w:rsidRPr="00330C91" w14:paraId="38636848" w14:textId="77777777" w:rsidTr="006A09A5">
        <w:trPr>
          <w:trHeight w:val="277"/>
        </w:trPr>
        <w:tc>
          <w:tcPr>
            <w:tcW w:w="2977" w:type="dxa"/>
            <w:vAlign w:val="bottom"/>
          </w:tcPr>
          <w:p w14:paraId="26EF07CD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3B0B1093" w14:textId="77777777" w:rsidR="006A09A5" w:rsidRPr="00330C91" w:rsidRDefault="006A09A5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3287ADB9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1585" w:type="dxa"/>
          </w:tcPr>
          <w:p w14:paraId="1A204F47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6A09A5" w:rsidRPr="00330C91" w14:paraId="3FEB7FFA" w14:textId="77777777" w:rsidTr="006A09A5">
        <w:trPr>
          <w:trHeight w:val="287"/>
        </w:trPr>
        <w:tc>
          <w:tcPr>
            <w:tcW w:w="2977" w:type="dxa"/>
            <w:vAlign w:val="center"/>
          </w:tcPr>
          <w:p w14:paraId="58A469F9" w14:textId="19777E78" w:rsidR="006A09A5" w:rsidRPr="00330C91" w:rsidRDefault="006A09A5" w:rsidP="000F7FD4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966" w:type="dxa"/>
            <w:vAlign w:val="center"/>
          </w:tcPr>
          <w:p w14:paraId="3F7C700B" w14:textId="57156D4F" w:rsidR="006A09A5" w:rsidRPr="00330C91" w:rsidRDefault="000E52DD" w:rsidP="00075039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Kuusepaberipuit </w:t>
            </w:r>
          </w:p>
        </w:tc>
        <w:tc>
          <w:tcPr>
            <w:tcW w:w="1916" w:type="dxa"/>
            <w:vAlign w:val="center"/>
          </w:tcPr>
          <w:p w14:paraId="23E31A1C" w14:textId="77777777" w:rsidR="006A09A5" w:rsidRPr="00330C91" w:rsidRDefault="006A09A5" w:rsidP="000F7FD4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1585" w:type="dxa"/>
            <w:vAlign w:val="center"/>
          </w:tcPr>
          <w:p w14:paraId="5A6D5BEB" w14:textId="5A016EA7" w:rsidR="006A09A5" w:rsidRPr="00330C91" w:rsidRDefault="000E52DD" w:rsidP="000F7FD4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</w:t>
            </w:r>
          </w:p>
        </w:tc>
      </w:tr>
      <w:tr w:rsidR="000E52DD" w:rsidRPr="00330C91" w14:paraId="509C1D45" w14:textId="77777777" w:rsidTr="006A09A5">
        <w:trPr>
          <w:trHeight w:val="287"/>
        </w:trPr>
        <w:tc>
          <w:tcPr>
            <w:tcW w:w="2977" w:type="dxa"/>
            <w:vAlign w:val="center"/>
          </w:tcPr>
          <w:p w14:paraId="02388AF8" w14:textId="1380A34B" w:rsidR="000E52DD" w:rsidRDefault="000E52DD" w:rsidP="000E52DD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966" w:type="dxa"/>
            <w:vAlign w:val="center"/>
          </w:tcPr>
          <w:p w14:paraId="4E37F800" w14:textId="0C38261B" w:rsidR="000E52DD" w:rsidRDefault="000E52DD" w:rsidP="000E52DD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Kuusepaberipu</w:t>
            </w:r>
            <w:r w:rsidR="008B4BDE">
              <w:rPr>
                <w:sz w:val="20"/>
              </w:rPr>
              <w:t xml:space="preserve">idu praak </w:t>
            </w:r>
          </w:p>
        </w:tc>
        <w:tc>
          <w:tcPr>
            <w:tcW w:w="1916" w:type="dxa"/>
            <w:vAlign w:val="center"/>
          </w:tcPr>
          <w:p w14:paraId="543202C6" w14:textId="6847398E" w:rsidR="000E52DD" w:rsidRDefault="000E52DD" w:rsidP="000E52DD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1585" w:type="dxa"/>
            <w:vAlign w:val="center"/>
          </w:tcPr>
          <w:p w14:paraId="1DA1508E" w14:textId="22A40533" w:rsidR="000E52DD" w:rsidRDefault="006B4365" w:rsidP="000E52DD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</w:tbl>
    <w:p w14:paraId="48997D66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36C9B41" w14:textId="0F6A58A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388CE75A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0944044" w14:textId="64DE2B1A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 kuni </w:t>
      </w:r>
      <w:r w:rsidR="0078716E">
        <w:rPr>
          <w:bCs/>
          <w:sz w:val="20"/>
        </w:rPr>
        <w:t>3</w:t>
      </w:r>
      <w:r w:rsidR="006A09A5">
        <w:rPr>
          <w:bCs/>
          <w:sz w:val="20"/>
        </w:rPr>
        <w:t>1</w:t>
      </w:r>
      <w:r w:rsidR="0078716E">
        <w:rPr>
          <w:bCs/>
          <w:sz w:val="20"/>
        </w:rPr>
        <w:t>.</w:t>
      </w:r>
      <w:r w:rsidR="004974CB">
        <w:rPr>
          <w:bCs/>
          <w:sz w:val="20"/>
        </w:rPr>
        <w:t>12</w:t>
      </w:r>
      <w:r w:rsidR="00075039">
        <w:rPr>
          <w:bCs/>
          <w:sz w:val="20"/>
        </w:rPr>
        <w:t>.202</w:t>
      </w:r>
      <w:r w:rsidR="006A09A5">
        <w:rPr>
          <w:bCs/>
          <w:sz w:val="20"/>
        </w:rPr>
        <w:t>5</w:t>
      </w:r>
    </w:p>
    <w:p w14:paraId="227218A4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0E281E4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41F37D4" w14:textId="77777777" w:rsidR="005253F3" w:rsidRPr="00330C91" w:rsidRDefault="005253F3" w:rsidP="00EB57EF">
      <w:pPr>
        <w:rPr>
          <w:sz w:val="20"/>
        </w:rPr>
      </w:pPr>
    </w:p>
    <w:p w14:paraId="2CADA14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C10CB6E" w14:textId="77777777" w:rsidR="005253F3" w:rsidRPr="00330C91" w:rsidRDefault="005253F3" w:rsidP="00EB57EF">
      <w:pPr>
        <w:rPr>
          <w:sz w:val="20"/>
        </w:rPr>
      </w:pPr>
    </w:p>
    <w:p w14:paraId="4B58FC00" w14:textId="77777777" w:rsidR="005253F3" w:rsidRPr="00330C91" w:rsidRDefault="005253F3" w:rsidP="00EB57EF">
      <w:pPr>
        <w:rPr>
          <w:sz w:val="20"/>
        </w:rPr>
      </w:pPr>
    </w:p>
    <w:p w14:paraId="2FC858F4" w14:textId="77777777" w:rsidR="007207F8" w:rsidRPr="00330C91" w:rsidRDefault="007207F8" w:rsidP="007207F8">
      <w:pPr>
        <w:rPr>
          <w:sz w:val="20"/>
        </w:rPr>
      </w:pPr>
    </w:p>
    <w:p w14:paraId="34095106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6476187D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21964DED" w14:textId="77777777" w:rsidR="005253F3" w:rsidRPr="00D83439" w:rsidRDefault="005253F3" w:rsidP="00EB57EF">
      <w:pPr>
        <w:rPr>
          <w:sz w:val="20"/>
        </w:rPr>
      </w:pPr>
    </w:p>
    <w:p w14:paraId="1E3840C3" w14:textId="77777777" w:rsidR="00903014" w:rsidRDefault="00903014" w:rsidP="00EB57EF">
      <w:pPr>
        <w:rPr>
          <w:i/>
          <w:sz w:val="20"/>
        </w:rPr>
      </w:pPr>
    </w:p>
    <w:p w14:paraId="6F192D23" w14:textId="77777777" w:rsidR="00903014" w:rsidRDefault="00903014" w:rsidP="00EB57EF">
      <w:pPr>
        <w:rPr>
          <w:i/>
          <w:sz w:val="20"/>
        </w:rPr>
      </w:pPr>
    </w:p>
    <w:p w14:paraId="33E58FAD" w14:textId="77777777" w:rsidR="00903014" w:rsidRDefault="00903014" w:rsidP="00EB57EF">
      <w:pPr>
        <w:rPr>
          <w:i/>
          <w:sz w:val="20"/>
        </w:rPr>
      </w:pPr>
    </w:p>
    <w:p w14:paraId="08C5B259" w14:textId="77777777" w:rsidR="00903014" w:rsidRDefault="00903014" w:rsidP="00EB57EF">
      <w:pPr>
        <w:rPr>
          <w:i/>
          <w:sz w:val="20"/>
        </w:rPr>
      </w:pPr>
    </w:p>
    <w:p w14:paraId="2357B349" w14:textId="77777777" w:rsidR="00903014" w:rsidRDefault="00903014" w:rsidP="00EB57EF">
      <w:pPr>
        <w:rPr>
          <w:i/>
          <w:sz w:val="20"/>
        </w:rPr>
      </w:pPr>
    </w:p>
    <w:p w14:paraId="7685BEC6" w14:textId="77777777" w:rsidR="00903014" w:rsidRDefault="00903014" w:rsidP="00EB57EF">
      <w:pPr>
        <w:rPr>
          <w:i/>
          <w:sz w:val="20"/>
        </w:rPr>
      </w:pPr>
    </w:p>
    <w:p w14:paraId="5EF2C2A9" w14:textId="77777777" w:rsidR="00903014" w:rsidRDefault="00903014" w:rsidP="00EB57EF">
      <w:pPr>
        <w:rPr>
          <w:i/>
          <w:sz w:val="20"/>
        </w:rPr>
      </w:pPr>
    </w:p>
    <w:p w14:paraId="2222BED7" w14:textId="77777777" w:rsidR="00903014" w:rsidRDefault="00903014" w:rsidP="00EB57EF">
      <w:pPr>
        <w:rPr>
          <w:i/>
          <w:sz w:val="20"/>
        </w:rPr>
      </w:pPr>
    </w:p>
    <w:p w14:paraId="29FFF1BC" w14:textId="77777777" w:rsidR="00903014" w:rsidRDefault="00903014" w:rsidP="00EB57EF">
      <w:pPr>
        <w:rPr>
          <w:i/>
          <w:sz w:val="20"/>
        </w:rPr>
      </w:pPr>
    </w:p>
    <w:p w14:paraId="5AE9728A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11"/>
      <w:headerReference w:type="first" r:id="rId12"/>
      <w:footerReference w:type="first" r:id="rId13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D0CA9" w14:textId="77777777" w:rsidR="00226392" w:rsidRDefault="00226392">
      <w:r>
        <w:separator/>
      </w:r>
    </w:p>
  </w:endnote>
  <w:endnote w:type="continuationSeparator" w:id="0">
    <w:p w14:paraId="21B807BA" w14:textId="77777777" w:rsidR="00226392" w:rsidRDefault="0022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75889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33C76" w14:textId="77777777" w:rsidR="00226392" w:rsidRDefault="00226392">
      <w:r>
        <w:separator/>
      </w:r>
    </w:p>
  </w:footnote>
  <w:footnote w:type="continuationSeparator" w:id="0">
    <w:p w14:paraId="3E1D077A" w14:textId="77777777" w:rsidR="00226392" w:rsidRDefault="0022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B3FED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BB35C6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1104222" w14:textId="091F43D3" w:rsidR="003C047F" w:rsidRPr="00E144F2" w:rsidRDefault="003C047F" w:rsidP="006B436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F5791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3363042">
    <w:abstractNumId w:val="0"/>
  </w:num>
  <w:num w:numId="2" w16cid:durableId="1957979254">
    <w:abstractNumId w:val="6"/>
  </w:num>
  <w:num w:numId="3" w16cid:durableId="701057416">
    <w:abstractNumId w:val="5"/>
  </w:num>
  <w:num w:numId="4" w16cid:durableId="1265528471">
    <w:abstractNumId w:val="8"/>
  </w:num>
  <w:num w:numId="5" w16cid:durableId="814251660">
    <w:abstractNumId w:val="9"/>
  </w:num>
  <w:num w:numId="6" w16cid:durableId="1709455518">
    <w:abstractNumId w:val="10"/>
  </w:num>
  <w:num w:numId="7" w16cid:durableId="851723293">
    <w:abstractNumId w:val="11"/>
  </w:num>
  <w:num w:numId="8" w16cid:durableId="1277980399">
    <w:abstractNumId w:val="3"/>
  </w:num>
  <w:num w:numId="9" w16cid:durableId="2081126126">
    <w:abstractNumId w:val="4"/>
  </w:num>
  <w:num w:numId="10" w16cid:durableId="640160058">
    <w:abstractNumId w:val="1"/>
  </w:num>
  <w:num w:numId="11" w16cid:durableId="29451577">
    <w:abstractNumId w:val="2"/>
  </w:num>
  <w:num w:numId="12" w16cid:durableId="25147842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266B"/>
    <w:rsid w:val="000E01A8"/>
    <w:rsid w:val="000E1700"/>
    <w:rsid w:val="000E3545"/>
    <w:rsid w:val="000E4E06"/>
    <w:rsid w:val="000E52DD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6AE5"/>
    <w:rsid w:val="001C037C"/>
    <w:rsid w:val="001C3CA4"/>
    <w:rsid w:val="001C49F1"/>
    <w:rsid w:val="001C5A75"/>
    <w:rsid w:val="001C6234"/>
    <w:rsid w:val="001C73D4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392"/>
    <w:rsid w:val="00226AB7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0EE0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974CB"/>
    <w:rsid w:val="004A3BE1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057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09A5"/>
    <w:rsid w:val="006A2FC1"/>
    <w:rsid w:val="006A6699"/>
    <w:rsid w:val="006B4365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BDE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0FF7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34E2A"/>
    <w:rsid w:val="00A40642"/>
    <w:rsid w:val="00A414B4"/>
    <w:rsid w:val="00A41F98"/>
    <w:rsid w:val="00A44E13"/>
    <w:rsid w:val="00A47405"/>
    <w:rsid w:val="00A624A3"/>
    <w:rsid w:val="00A63F9D"/>
    <w:rsid w:val="00A67C68"/>
    <w:rsid w:val="00A72A8F"/>
    <w:rsid w:val="00A74DFE"/>
    <w:rsid w:val="00A77F29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43E1"/>
    <w:rsid w:val="00B462ED"/>
    <w:rsid w:val="00B50FCD"/>
    <w:rsid w:val="00B602BD"/>
    <w:rsid w:val="00B62170"/>
    <w:rsid w:val="00B67410"/>
    <w:rsid w:val="00B67DA4"/>
    <w:rsid w:val="00B726B4"/>
    <w:rsid w:val="00B73602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237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3ACF"/>
    <w:rsid w:val="00D65DB7"/>
    <w:rsid w:val="00D66708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3560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56F06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3D4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4C7820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0D2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C3DE6-00E3-42B0-9FE1-97165BB689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F9261-CAEA-4B10-A047-BBD9CF55AD79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C22379E4-A1E7-4BA4-9232-9DEE22B0E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94F6F-283B-4E4F-9B37-E0582D187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7</TotalTime>
  <Pages>3</Pages>
  <Words>451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3062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14</cp:revision>
  <cp:lastPrinted>2018-08-16T11:33:00Z</cp:lastPrinted>
  <dcterms:created xsi:type="dcterms:W3CDTF">2025-10-15T16:10:00Z</dcterms:created>
  <dcterms:modified xsi:type="dcterms:W3CDTF">2025-10-15T16:22:00Z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953200</vt:r8>
  </property>
</Properties>
</file>